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78EA2000" w:rsidR="00421E32" w:rsidRPr="007F3777" w:rsidRDefault="00EF44EF" w:rsidP="00EF44EF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ab/>
      </w:r>
      <w:r w:rsidR="005F009C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tab/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05D140C7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="00483121">
        <w:rPr>
          <w:b/>
          <w:lang w:val="en-GB"/>
        </w:rPr>
        <w:t xml:space="preserve"> 27-G004-25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5C3B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AB0D84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FE039B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5C3B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2"/>
        <w:gridCol w:w="1847"/>
        <w:gridCol w:w="3644"/>
      </w:tblGrid>
      <w:tr w:rsidR="00B0293A" w:rsidRPr="00A33618" w14:paraId="07FCC147" w14:textId="77777777" w:rsidTr="00C410B3">
        <w:tc>
          <w:tcPr>
            <w:tcW w:w="4102" w:type="dxa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1847" w:type="dxa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3644" w:type="dxa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C410B3">
        <w:tc>
          <w:tcPr>
            <w:tcW w:w="4102" w:type="dxa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1847" w:type="dxa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644" w:type="dxa"/>
            <w:vAlign w:val="center"/>
          </w:tcPr>
          <w:p w14:paraId="0710C066" w14:textId="477DEE9F" w:rsidR="00B0293A" w:rsidRPr="00532E97" w:rsidRDefault="00576A16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</w:t>
            </w:r>
            <w:r w:rsidR="003103D0">
              <w:rPr>
                <w:rFonts w:ascii="Calibri" w:hAnsi="Calibri"/>
                <w:szCs w:val="20"/>
              </w:rPr>
              <w:t>/</w:t>
            </w:r>
            <w:r w:rsidR="00CD7A84">
              <w:rPr>
                <w:rFonts w:ascii="Calibri" w:hAnsi="Calibri"/>
                <w:szCs w:val="20"/>
              </w:rPr>
              <w:t>08/25</w:t>
            </w:r>
          </w:p>
        </w:tc>
      </w:tr>
      <w:tr w:rsidR="00B0293A" w:rsidRPr="00A33618" w14:paraId="4D9567D4" w14:textId="77777777" w:rsidTr="00C410B3">
        <w:tc>
          <w:tcPr>
            <w:tcW w:w="4102" w:type="dxa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1847" w:type="dxa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644" w:type="dxa"/>
            <w:vAlign w:val="center"/>
          </w:tcPr>
          <w:p w14:paraId="5089B299" w14:textId="761E2399" w:rsidR="00B0293A" w:rsidRPr="00CB6DDC" w:rsidRDefault="00395692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01</w:t>
            </w:r>
            <w:r w:rsidR="001B02F4">
              <w:rPr>
                <w:rFonts w:ascii="Calibri" w:hAnsi="Calibri"/>
                <w:szCs w:val="20"/>
              </w:rPr>
              <w:t>/</w:t>
            </w:r>
            <w:r w:rsidR="00CD7A84"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9</w:t>
            </w:r>
            <w:r w:rsidR="001B02F4">
              <w:rPr>
                <w:rFonts w:ascii="Calibri" w:hAnsi="Calibri"/>
                <w:szCs w:val="20"/>
              </w:rPr>
              <w:t>/202</w:t>
            </w:r>
            <w:r w:rsidR="00CD7A84">
              <w:rPr>
                <w:rFonts w:ascii="Calibri" w:hAnsi="Calibri"/>
                <w:szCs w:val="20"/>
              </w:rPr>
              <w:t>5</w:t>
            </w:r>
            <w:r w:rsidR="001B02F4">
              <w:rPr>
                <w:rFonts w:ascii="Calibri" w:hAnsi="Calibri"/>
                <w:szCs w:val="20"/>
              </w:rPr>
              <w:t xml:space="preserve"> at 5pm Tarawa time</w:t>
            </w:r>
          </w:p>
        </w:tc>
      </w:tr>
      <w:tr w:rsidR="00B0293A" w:rsidRPr="00A33618" w14:paraId="2E8E3BDC" w14:textId="77777777" w:rsidTr="00C410B3">
        <w:tc>
          <w:tcPr>
            <w:tcW w:w="4102" w:type="dxa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1847" w:type="dxa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644" w:type="dxa"/>
            <w:vAlign w:val="center"/>
          </w:tcPr>
          <w:p w14:paraId="4B0F8C82" w14:textId="454DEC56" w:rsidR="00B0293A" w:rsidRPr="00251A4B" w:rsidRDefault="00395692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</w:t>
            </w:r>
            <w:r w:rsidR="001B02F4">
              <w:rPr>
                <w:rFonts w:ascii="Calibri" w:hAnsi="Calibri"/>
                <w:szCs w:val="20"/>
              </w:rPr>
              <w:t>/</w:t>
            </w:r>
            <w:r w:rsidR="00F13CC6">
              <w:rPr>
                <w:rFonts w:ascii="Calibri" w:hAnsi="Calibri"/>
                <w:szCs w:val="20"/>
              </w:rPr>
              <w:t>09</w:t>
            </w:r>
            <w:r w:rsidR="001B02F4">
              <w:rPr>
                <w:rFonts w:ascii="Calibri" w:hAnsi="Calibri"/>
                <w:szCs w:val="20"/>
              </w:rPr>
              <w:t>/202</w:t>
            </w:r>
            <w:r w:rsidR="00F13CC6"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3D3C37BA" w14:textId="77777777" w:rsidTr="00C410B3">
        <w:tc>
          <w:tcPr>
            <w:tcW w:w="4102" w:type="dxa"/>
            <w:tcBorders>
              <w:bottom w:val="single" w:sz="12" w:space="0" w:color="auto"/>
            </w:tcBorders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1847" w:type="dxa"/>
            <w:tcBorders>
              <w:bottom w:val="single" w:sz="12" w:space="0" w:color="auto"/>
            </w:tcBorders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644" w:type="dxa"/>
            <w:tcBorders>
              <w:bottom w:val="single" w:sz="12" w:space="0" w:color="auto"/>
            </w:tcBorders>
            <w:vAlign w:val="center"/>
          </w:tcPr>
          <w:p w14:paraId="4DDD48BC" w14:textId="4E09D2B2" w:rsidR="00B0293A" w:rsidRPr="00CB6DDC" w:rsidRDefault="00F13CC6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</w:rPr>
              <w:t>12</w:t>
            </w:r>
            <w:r w:rsidR="008B185C" w:rsidRPr="008B185C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09</w:t>
            </w:r>
            <w:r w:rsidR="008B185C" w:rsidRPr="008B185C">
              <w:rPr>
                <w:rFonts w:ascii="Calibri" w:hAnsi="Calibri"/>
                <w:szCs w:val="20"/>
              </w:rPr>
              <w:t>/202</w:t>
            </w:r>
            <w:r>
              <w:rPr>
                <w:rFonts w:ascii="Calibri" w:hAnsi="Calibri"/>
                <w:szCs w:val="20"/>
              </w:rPr>
              <w:t>5</w:t>
            </w:r>
            <w:r w:rsidR="008B185C">
              <w:rPr>
                <w:rFonts w:ascii="Calibri" w:hAnsi="Calibri"/>
                <w:szCs w:val="20"/>
              </w:rPr>
              <w:t xml:space="preserve"> </w:t>
            </w:r>
            <w:r w:rsidR="003A3313">
              <w:rPr>
                <w:rFonts w:ascii="Calibri" w:hAnsi="Calibri"/>
                <w:szCs w:val="20"/>
              </w:rPr>
              <w:t>at 5:00pm Tarawa time</w:t>
            </w:r>
          </w:p>
        </w:tc>
      </w:tr>
      <w:tr w:rsidR="00B0293A" w:rsidRPr="00A33618" w14:paraId="1D91F0FB" w14:textId="77777777" w:rsidTr="00C410B3">
        <w:tc>
          <w:tcPr>
            <w:tcW w:w="4102" w:type="dxa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1847" w:type="dxa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644" w:type="dxa"/>
            <w:vAlign w:val="center"/>
          </w:tcPr>
          <w:p w14:paraId="1E8CE09F" w14:textId="5C18CD71" w:rsidR="00B0293A" w:rsidRPr="00532E97" w:rsidRDefault="0048312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="001B02F4">
              <w:rPr>
                <w:rFonts w:ascii="Calibri" w:hAnsi="Calibri"/>
                <w:szCs w:val="20"/>
              </w:rPr>
              <w:t>/</w:t>
            </w:r>
            <w:r w:rsidR="0060480C">
              <w:rPr>
                <w:rFonts w:ascii="Calibri" w:hAnsi="Calibri"/>
                <w:szCs w:val="20"/>
              </w:rPr>
              <w:t>09</w:t>
            </w:r>
            <w:r w:rsidR="001B02F4">
              <w:rPr>
                <w:rFonts w:ascii="Calibri" w:hAnsi="Calibri"/>
                <w:szCs w:val="20"/>
              </w:rPr>
              <w:t>/202</w:t>
            </w:r>
            <w:r w:rsidR="0060480C"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5319267B" w14:textId="77777777" w:rsidTr="00C410B3">
        <w:tc>
          <w:tcPr>
            <w:tcW w:w="4102" w:type="dxa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1847" w:type="dxa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3644" w:type="dxa"/>
            <w:vAlign w:val="center"/>
          </w:tcPr>
          <w:p w14:paraId="1449178D" w14:textId="078FC993" w:rsidR="00B0293A" w:rsidRPr="00532E97" w:rsidRDefault="0048312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26</w:t>
            </w:r>
            <w:r w:rsidR="001B02F4">
              <w:rPr>
                <w:rFonts w:ascii="Calibri" w:hAnsi="Calibri"/>
                <w:szCs w:val="20"/>
              </w:rPr>
              <w:t>/</w:t>
            </w:r>
            <w:r w:rsidR="00B759E1">
              <w:rPr>
                <w:rFonts w:ascii="Calibri" w:hAnsi="Calibri"/>
                <w:szCs w:val="20"/>
              </w:rPr>
              <w:t>09</w:t>
            </w:r>
            <w:r w:rsidR="001B02F4">
              <w:rPr>
                <w:rFonts w:ascii="Calibri" w:hAnsi="Calibri"/>
                <w:szCs w:val="20"/>
              </w:rPr>
              <w:t>/202</w:t>
            </w:r>
            <w:r w:rsidR="00B759E1"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603C6C3A" w14:textId="77777777" w:rsidTr="00C410B3">
        <w:tc>
          <w:tcPr>
            <w:tcW w:w="4102" w:type="dxa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1847" w:type="dxa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3644" w:type="dxa"/>
            <w:vAlign w:val="center"/>
          </w:tcPr>
          <w:p w14:paraId="02ADCA74" w14:textId="2BE015DA" w:rsidR="00B0293A" w:rsidRPr="00532E97" w:rsidRDefault="0048312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9</w:t>
            </w:r>
            <w:r w:rsidR="003B25B7">
              <w:rPr>
                <w:rFonts w:ascii="Calibri" w:hAnsi="Calibri"/>
                <w:szCs w:val="20"/>
              </w:rPr>
              <w:t>/1</w:t>
            </w:r>
            <w:r w:rsidR="00B759E1">
              <w:rPr>
                <w:rFonts w:ascii="Calibri" w:hAnsi="Calibri"/>
                <w:szCs w:val="20"/>
              </w:rPr>
              <w:t>0</w:t>
            </w:r>
            <w:r w:rsidR="003B25B7">
              <w:rPr>
                <w:rFonts w:ascii="Calibri" w:hAnsi="Calibri"/>
                <w:szCs w:val="20"/>
              </w:rPr>
              <w:t>/202</w:t>
            </w:r>
            <w:r w:rsidR="00B759E1"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405F2EC0" w14:textId="77777777" w:rsidTr="00C410B3">
        <w:tc>
          <w:tcPr>
            <w:tcW w:w="4102" w:type="dxa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1847" w:type="dxa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3644" w:type="dxa"/>
            <w:vAlign w:val="center"/>
          </w:tcPr>
          <w:p w14:paraId="6783A509" w14:textId="775B1273" w:rsidR="00B0293A" w:rsidRPr="00532E97" w:rsidRDefault="0048312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1B02F4">
              <w:rPr>
                <w:rFonts w:ascii="Calibri" w:hAnsi="Calibri"/>
                <w:szCs w:val="20"/>
              </w:rPr>
              <w:t>/1</w:t>
            </w:r>
            <w:r w:rsidR="00B759E1">
              <w:rPr>
                <w:rFonts w:ascii="Calibri" w:hAnsi="Calibri"/>
                <w:szCs w:val="20"/>
              </w:rPr>
              <w:t>0</w:t>
            </w:r>
            <w:r w:rsidR="001B02F4">
              <w:rPr>
                <w:rFonts w:ascii="Calibri" w:hAnsi="Calibri"/>
                <w:szCs w:val="20"/>
              </w:rPr>
              <w:t>/202</w:t>
            </w:r>
            <w:r w:rsidR="00B759E1">
              <w:rPr>
                <w:rFonts w:ascii="Calibri" w:hAnsi="Calibri"/>
                <w:szCs w:val="20"/>
              </w:rPr>
              <w:t>5</w:t>
            </w:r>
          </w:p>
        </w:tc>
      </w:tr>
      <w:tr w:rsidR="00B0293A" w:rsidRPr="00A33618" w14:paraId="169855ED" w14:textId="77777777" w:rsidTr="00C410B3">
        <w:tc>
          <w:tcPr>
            <w:tcW w:w="4102" w:type="dxa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1847" w:type="dxa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3644" w:type="dxa"/>
            <w:vAlign w:val="center"/>
          </w:tcPr>
          <w:p w14:paraId="48C3B234" w14:textId="7BDFC022" w:rsidR="00B0293A" w:rsidRPr="00532E97" w:rsidRDefault="0048312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B759E1">
              <w:rPr>
                <w:rFonts w:ascii="Calibri" w:hAnsi="Calibri"/>
                <w:szCs w:val="20"/>
              </w:rPr>
              <w:t>3</w:t>
            </w:r>
            <w:r w:rsidR="001B02F4">
              <w:rPr>
                <w:rFonts w:ascii="Calibri" w:hAnsi="Calibri"/>
                <w:szCs w:val="20"/>
              </w:rPr>
              <w:t>/1</w:t>
            </w:r>
            <w:r w:rsidR="00B759E1">
              <w:rPr>
                <w:rFonts w:ascii="Calibri" w:hAnsi="Calibri"/>
                <w:szCs w:val="20"/>
              </w:rPr>
              <w:t>0</w:t>
            </w:r>
            <w:r w:rsidR="001B02F4">
              <w:rPr>
                <w:rFonts w:ascii="Calibri" w:hAnsi="Calibri"/>
                <w:szCs w:val="20"/>
              </w:rPr>
              <w:t>/202</w:t>
            </w:r>
            <w:r w:rsidR="00B759E1">
              <w:rPr>
                <w:rFonts w:ascii="Calibri" w:hAnsi="Calibri"/>
                <w:szCs w:val="20"/>
              </w:rPr>
              <w:t>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20633" w14:textId="77777777" w:rsidR="00D071E3" w:rsidRDefault="00D071E3">
      <w:r>
        <w:separator/>
      </w:r>
    </w:p>
  </w:endnote>
  <w:endnote w:type="continuationSeparator" w:id="0">
    <w:p w14:paraId="5DC4F1FE" w14:textId="77777777" w:rsidR="00D071E3" w:rsidRDefault="00D071E3">
      <w:r>
        <w:continuationSeparator/>
      </w:r>
    </w:p>
  </w:endnote>
  <w:endnote w:type="continuationNotice" w:id="1">
    <w:p w14:paraId="62446966" w14:textId="77777777" w:rsidR="00D071E3" w:rsidRDefault="00D071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6628C716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95692">
      <w:rPr>
        <w:noProof/>
      </w:rPr>
      <w:t>2025-08-15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E68A1" w14:textId="77777777" w:rsidR="00D071E3" w:rsidRDefault="00D071E3">
      <w:r>
        <w:separator/>
      </w:r>
    </w:p>
  </w:footnote>
  <w:footnote w:type="continuationSeparator" w:id="0">
    <w:p w14:paraId="53E3B8E1" w14:textId="77777777" w:rsidR="00D071E3" w:rsidRDefault="00D071E3">
      <w:r>
        <w:continuationSeparator/>
      </w:r>
    </w:p>
  </w:footnote>
  <w:footnote w:type="continuationNotice" w:id="1">
    <w:p w14:paraId="28095205" w14:textId="77777777" w:rsidR="00D071E3" w:rsidRDefault="00D071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576E6261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278857">
    <w:abstractNumId w:val="1"/>
  </w:num>
  <w:num w:numId="2" w16cid:durableId="1117018839">
    <w:abstractNumId w:val="10"/>
  </w:num>
  <w:num w:numId="3" w16cid:durableId="1193615602">
    <w:abstractNumId w:val="11"/>
  </w:num>
  <w:num w:numId="4" w16cid:durableId="626156557">
    <w:abstractNumId w:val="4"/>
  </w:num>
  <w:num w:numId="5" w16cid:durableId="1971548429">
    <w:abstractNumId w:val="3"/>
  </w:num>
  <w:num w:numId="6" w16cid:durableId="304437182">
    <w:abstractNumId w:val="7"/>
  </w:num>
  <w:num w:numId="7" w16cid:durableId="1247766326">
    <w:abstractNumId w:val="5"/>
  </w:num>
  <w:num w:numId="8" w16cid:durableId="1181623758">
    <w:abstractNumId w:val="9"/>
  </w:num>
  <w:num w:numId="9" w16cid:durableId="1906913231">
    <w:abstractNumId w:val="0"/>
  </w:num>
  <w:num w:numId="10" w16cid:durableId="756294516">
    <w:abstractNumId w:val="8"/>
  </w:num>
  <w:num w:numId="11" w16cid:durableId="2103867130">
    <w:abstractNumId w:val="2"/>
  </w:num>
  <w:num w:numId="12" w16cid:durableId="483661693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003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C7F"/>
    <w:rsid w:val="00133D55"/>
    <w:rsid w:val="00135CE6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4F73"/>
    <w:rsid w:val="00195627"/>
    <w:rsid w:val="00196150"/>
    <w:rsid w:val="00196A90"/>
    <w:rsid w:val="0019731E"/>
    <w:rsid w:val="001A10C5"/>
    <w:rsid w:val="001B02F4"/>
    <w:rsid w:val="001B2828"/>
    <w:rsid w:val="001B28AC"/>
    <w:rsid w:val="001B3BAB"/>
    <w:rsid w:val="001B54D2"/>
    <w:rsid w:val="001B6479"/>
    <w:rsid w:val="001B6E4F"/>
    <w:rsid w:val="001C130E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5D7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142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3D0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3ED9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692"/>
    <w:rsid w:val="0039797E"/>
    <w:rsid w:val="00397BCF"/>
    <w:rsid w:val="00397DF9"/>
    <w:rsid w:val="003A0ACF"/>
    <w:rsid w:val="003A0C1B"/>
    <w:rsid w:val="003A0C4F"/>
    <w:rsid w:val="003A3313"/>
    <w:rsid w:val="003A3A02"/>
    <w:rsid w:val="003A4568"/>
    <w:rsid w:val="003A4940"/>
    <w:rsid w:val="003A4CE4"/>
    <w:rsid w:val="003A53B1"/>
    <w:rsid w:val="003A60EC"/>
    <w:rsid w:val="003A7FB9"/>
    <w:rsid w:val="003B0174"/>
    <w:rsid w:val="003B0B3C"/>
    <w:rsid w:val="003B0B57"/>
    <w:rsid w:val="003B13B4"/>
    <w:rsid w:val="003B25B7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0AD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06FA2"/>
    <w:rsid w:val="00411253"/>
    <w:rsid w:val="004130D1"/>
    <w:rsid w:val="00414FA6"/>
    <w:rsid w:val="0041563F"/>
    <w:rsid w:val="004207A9"/>
    <w:rsid w:val="004215EC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0653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121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C4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67A36"/>
    <w:rsid w:val="00571257"/>
    <w:rsid w:val="00571730"/>
    <w:rsid w:val="005718DF"/>
    <w:rsid w:val="005734D8"/>
    <w:rsid w:val="00573E62"/>
    <w:rsid w:val="005766C4"/>
    <w:rsid w:val="00576A16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0817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0C"/>
    <w:rsid w:val="006048D1"/>
    <w:rsid w:val="0060501D"/>
    <w:rsid w:val="0060546A"/>
    <w:rsid w:val="00605BC1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044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12BC"/>
    <w:rsid w:val="0084262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185C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3B9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4F8C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43A2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4384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1DF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4B5F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0972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59E1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2AE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570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0B3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29FB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69D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A8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7CA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1E3"/>
    <w:rsid w:val="00D07934"/>
    <w:rsid w:val="00D11687"/>
    <w:rsid w:val="00D11EBA"/>
    <w:rsid w:val="00D136E3"/>
    <w:rsid w:val="00D14B5D"/>
    <w:rsid w:val="00D14CBA"/>
    <w:rsid w:val="00D15B61"/>
    <w:rsid w:val="00D15CF2"/>
    <w:rsid w:val="00D16CA8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6A44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2A5D"/>
    <w:rsid w:val="00E631DC"/>
    <w:rsid w:val="00E641DF"/>
    <w:rsid w:val="00E64E2F"/>
    <w:rsid w:val="00E66E7B"/>
    <w:rsid w:val="00E73AD9"/>
    <w:rsid w:val="00E74B97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4BE"/>
    <w:rsid w:val="00EB0C28"/>
    <w:rsid w:val="00EB1462"/>
    <w:rsid w:val="00EB3125"/>
    <w:rsid w:val="00EB3953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44EF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3CC6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1A6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D7AD5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497C43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37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1356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29</cp:revision>
  <cp:lastPrinted>2013-10-18T08:32:00Z</cp:lastPrinted>
  <dcterms:created xsi:type="dcterms:W3CDTF">2022-11-17T04:33:00Z</dcterms:created>
  <dcterms:modified xsi:type="dcterms:W3CDTF">2025-08-14T22:52:00Z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